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81"/>
        <w:gridCol w:w="1588"/>
        <w:gridCol w:w="1588"/>
        <w:gridCol w:w="1842"/>
        <w:gridCol w:w="1842"/>
        <w:gridCol w:w="2240"/>
        <w:gridCol w:w="2268"/>
        <w:gridCol w:w="1517"/>
      </w:tblGrid>
      <w:tr w:rsidR="00A42A87" w:rsidRPr="006178CE" w:rsidTr="00A42A87">
        <w:tc>
          <w:tcPr>
            <w:tcW w:w="1781" w:type="dxa"/>
          </w:tcPr>
          <w:p w:rsidR="00A42A87" w:rsidRPr="001F691C" w:rsidRDefault="00567164" w:rsidP="001F691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Achievement Indicators</w:t>
            </w:r>
          </w:p>
        </w:tc>
        <w:tc>
          <w:tcPr>
            <w:tcW w:w="1588" w:type="dxa"/>
          </w:tcPr>
          <w:p w:rsidR="00A42A87" w:rsidRPr="001F691C" w:rsidRDefault="00567164" w:rsidP="00D44BA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7</w:t>
            </w:r>
          </w:p>
        </w:tc>
        <w:tc>
          <w:tcPr>
            <w:tcW w:w="1588" w:type="dxa"/>
          </w:tcPr>
          <w:p w:rsidR="00A42A87" w:rsidRPr="001F691C" w:rsidRDefault="00567164" w:rsidP="00D44BA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8</w:t>
            </w:r>
          </w:p>
        </w:tc>
        <w:tc>
          <w:tcPr>
            <w:tcW w:w="1842" w:type="dxa"/>
          </w:tcPr>
          <w:p w:rsidR="00A42A87" w:rsidRPr="00615745" w:rsidRDefault="00567164" w:rsidP="00D44BA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9</w:t>
            </w:r>
          </w:p>
        </w:tc>
        <w:tc>
          <w:tcPr>
            <w:tcW w:w="1842" w:type="dxa"/>
          </w:tcPr>
          <w:p w:rsidR="00A42A87" w:rsidRPr="001F691C" w:rsidRDefault="000C10CF" w:rsidP="001F691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10</w:t>
            </w:r>
          </w:p>
        </w:tc>
        <w:tc>
          <w:tcPr>
            <w:tcW w:w="2240" w:type="dxa"/>
          </w:tcPr>
          <w:p w:rsidR="00A42A87" w:rsidRPr="006178CE" w:rsidRDefault="000C10CF" w:rsidP="005711A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11</w:t>
            </w:r>
          </w:p>
        </w:tc>
        <w:tc>
          <w:tcPr>
            <w:tcW w:w="2268" w:type="dxa"/>
          </w:tcPr>
          <w:p w:rsidR="00A42A87" w:rsidRPr="00C464FC" w:rsidRDefault="00A42A87" w:rsidP="005711A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517" w:type="dxa"/>
          </w:tcPr>
          <w:p w:rsidR="00A42A87" w:rsidRPr="00615745" w:rsidRDefault="00A42A87" w:rsidP="006F696E">
            <w:pPr>
              <w:jc w:val="center"/>
              <w:rPr>
                <w:b/>
                <w:lang w:val="en-US"/>
              </w:rPr>
            </w:pPr>
          </w:p>
        </w:tc>
      </w:tr>
      <w:tr w:rsidR="00A42A87" w:rsidRPr="00D44BA9" w:rsidTr="00A42A87">
        <w:trPr>
          <w:trHeight w:val="1620"/>
        </w:trPr>
        <w:tc>
          <w:tcPr>
            <w:tcW w:w="1781" w:type="dxa"/>
            <w:tcBorders>
              <w:bottom w:val="single" w:sz="4" w:space="0" w:color="auto"/>
            </w:tcBorders>
          </w:tcPr>
          <w:p w:rsidR="00567164" w:rsidRPr="00254E3E" w:rsidRDefault="00567164" w:rsidP="00567164">
            <w:pPr>
              <w:autoSpaceDE w:val="0"/>
              <w:autoSpaceDN w:val="0"/>
              <w:adjustRightInd w:val="0"/>
              <w:rPr>
                <w:rFonts w:ascii="Calibri" w:hAnsi="Calibri"/>
                <w:strike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sym w:font="Wingdings 2" w:char="F052"/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254E3E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>Follows two-step directions showing understanding (phase 2)Unit 1)</w:t>
            </w:r>
          </w:p>
          <w:p w:rsidR="00567164" w:rsidRPr="00C36E95" w:rsidRDefault="00567164" w:rsidP="00567164">
            <w:pPr>
              <w:framePr w:hSpace="141" w:wrap="around" w:vAnchor="text" w:hAnchor="text" w:y="1"/>
              <w:suppressOverlap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  <w:p w:rsidR="00567164" w:rsidRPr="00D1177E" w:rsidRDefault="00567164" w:rsidP="00567164">
            <w:pPr>
              <w:framePr w:hSpace="141" w:wrap="around" w:vAnchor="text" w:hAnchor="text" w:y="1"/>
              <w:suppressOverlap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254E3E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254E3E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254E3E">
              <w:rPr>
                <w:rFonts w:ascii="Calibri" w:hAnsi="Calibri"/>
                <w:sz w:val="20"/>
                <w:szCs w:val="20"/>
                <w:lang w:val="en-US"/>
              </w:rPr>
              <w:t>Recognizes some beginning sounds in one syllable words from poems, rhymes and songs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567164" w:rsidRPr="00B24AD9" w:rsidRDefault="00567164" w:rsidP="00567164">
            <w:pPr>
              <w:framePr w:hSpace="141" w:wrap="around" w:vAnchor="text" w:hAnchor="text" w:y="1"/>
              <w:suppressOverlap/>
              <w:rPr>
                <w:rFonts w:ascii="Calibri" w:hAnsi="Calibri"/>
                <w:color w:val="000000"/>
                <w:sz w:val="16"/>
                <w:szCs w:val="16"/>
                <w:lang w:val="en-GB"/>
              </w:rPr>
            </w:pPr>
          </w:p>
          <w:p w:rsidR="00567164" w:rsidRPr="00D1177E" w:rsidRDefault="00567164" w:rsidP="0056716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sym w:font="Wingdings 2" w:char="F052"/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R</w:t>
            </w:r>
            <w:proofErr w:type="spellStart"/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ecognizes</w:t>
            </w:r>
            <w:proofErr w:type="spellEnd"/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high frequency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words in sentences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,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in poems, rhymes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and songs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A42A87" w:rsidRPr="001164CE" w:rsidRDefault="00A42A87" w:rsidP="001F691C">
            <w:pPr>
              <w:pStyle w:val="NoSpacing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A42A87" w:rsidRPr="00F05C6E" w:rsidRDefault="00A42A87" w:rsidP="00D44BA9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A42A87" w:rsidRPr="00B34852" w:rsidRDefault="00A42A87" w:rsidP="00D44BA9">
            <w:pPr>
              <w:rPr>
                <w:b/>
                <w:lang w:val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42A87" w:rsidRDefault="00D44BA9" w:rsidP="00D44BA9">
            <w:pPr>
              <w:rPr>
                <w:lang w:val="en-US"/>
              </w:rPr>
            </w:pPr>
            <w:r w:rsidRPr="00D44BA9">
              <w:rPr>
                <w:b/>
                <w:u w:val="single"/>
                <w:lang w:val="en-US"/>
              </w:rPr>
              <w:t>New games</w:t>
            </w:r>
            <w:r>
              <w:rPr>
                <w:b/>
                <w:u w:val="single"/>
                <w:lang w:val="en-US"/>
              </w:rPr>
              <w:t xml:space="preserve"> stations</w:t>
            </w:r>
            <w:r w:rsidRPr="00D44BA9">
              <w:rPr>
                <w:b/>
                <w:u w:val="single"/>
                <w:lang w:val="en-US"/>
              </w:rPr>
              <w:t>:</w:t>
            </w:r>
            <w:r>
              <w:rPr>
                <w:lang w:val="en-US"/>
              </w:rPr>
              <w:t xml:space="preserve"> 1.Learning to sequence</w:t>
            </w:r>
          </w:p>
          <w:p w:rsidR="00D44BA9" w:rsidRDefault="00D44BA9" w:rsidP="00D44BA9">
            <w:pPr>
              <w:rPr>
                <w:lang w:val="en-US"/>
              </w:rPr>
            </w:pPr>
            <w:r>
              <w:rPr>
                <w:lang w:val="en-US"/>
              </w:rPr>
              <w:t>2. Picture rhymes</w:t>
            </w:r>
          </w:p>
          <w:p w:rsidR="00D44BA9" w:rsidRDefault="00D44BA9" w:rsidP="00D44BA9">
            <w:pPr>
              <w:rPr>
                <w:lang w:val="en-US"/>
              </w:rPr>
            </w:pPr>
            <w:r>
              <w:rPr>
                <w:lang w:val="en-US"/>
              </w:rPr>
              <w:t xml:space="preserve">3. Forma </w:t>
            </w:r>
            <w:proofErr w:type="spellStart"/>
            <w:r>
              <w:rPr>
                <w:lang w:val="en-US"/>
              </w:rPr>
              <w:t>parejas</w:t>
            </w:r>
            <w:proofErr w:type="spellEnd"/>
          </w:p>
          <w:p w:rsidR="00D44BA9" w:rsidRPr="005A600A" w:rsidRDefault="00D44BA9" w:rsidP="00D44BA9">
            <w:pPr>
              <w:rPr>
                <w:lang w:val="en-US"/>
              </w:rPr>
            </w:pPr>
            <w:r>
              <w:rPr>
                <w:lang w:val="en-US"/>
              </w:rPr>
              <w:t>4. Lotter</w:t>
            </w:r>
            <w:bookmarkStart w:id="0" w:name="_GoBack"/>
            <w:bookmarkEnd w:id="0"/>
            <w:r>
              <w:rPr>
                <w:lang w:val="en-US"/>
              </w:rPr>
              <w:t>y game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42A87" w:rsidRPr="00B34852" w:rsidRDefault="00A42A87" w:rsidP="00B34852">
            <w:pPr>
              <w:rPr>
                <w:b/>
                <w:lang w:val="en-US"/>
              </w:rPr>
            </w:pPr>
          </w:p>
        </w:tc>
        <w:tc>
          <w:tcPr>
            <w:tcW w:w="2240" w:type="dxa"/>
            <w:tcBorders>
              <w:bottom w:val="single" w:sz="4" w:space="0" w:color="auto"/>
            </w:tcBorders>
          </w:tcPr>
          <w:p w:rsidR="00A42A87" w:rsidRPr="005A600A" w:rsidRDefault="00A42A87" w:rsidP="00615745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42A87" w:rsidRPr="005A600A" w:rsidRDefault="00A42A87" w:rsidP="00C464FC">
            <w:pPr>
              <w:rPr>
                <w:lang w:val="en-US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:rsidR="00A42A87" w:rsidRPr="005A600A" w:rsidRDefault="00A42A87" w:rsidP="00FA2415">
            <w:pPr>
              <w:rPr>
                <w:lang w:val="en-US"/>
              </w:rPr>
            </w:pPr>
          </w:p>
        </w:tc>
      </w:tr>
      <w:tr w:rsidR="00A42A87" w:rsidRPr="00D44BA9" w:rsidTr="00A42A87">
        <w:trPr>
          <w:trHeight w:val="1266"/>
        </w:trPr>
        <w:tc>
          <w:tcPr>
            <w:tcW w:w="1781" w:type="dxa"/>
            <w:tcBorders>
              <w:bottom w:val="single" w:sz="4" w:space="0" w:color="auto"/>
            </w:tcBorders>
          </w:tcPr>
          <w:p w:rsidR="00567164" w:rsidRPr="00D1177E" w:rsidRDefault="00567164" w:rsidP="0056716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sym w:font="Wingdings 2" w:char="F052"/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Uses learnt structures to communicate in daily interactions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(I/we went to, I am going to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,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)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567164" w:rsidRPr="00B24AD9" w:rsidRDefault="00567164" w:rsidP="00567164">
            <w:pPr>
              <w:framePr w:hSpace="141" w:wrap="around" w:vAnchor="text" w:hAnchor="text" w:y="1"/>
              <w:suppressOverlap/>
              <w:rPr>
                <w:rFonts w:ascii="Calibri" w:hAnsi="Calibri"/>
                <w:sz w:val="16"/>
                <w:szCs w:val="16"/>
                <w:lang w:val="en-GB"/>
              </w:rPr>
            </w:pPr>
          </w:p>
          <w:p w:rsidR="00A42A87" w:rsidRPr="00615745" w:rsidRDefault="00567164" w:rsidP="00567164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sz w:val="20"/>
                <w:szCs w:val="20"/>
              </w:rPr>
              <w:sym w:font="Wingdings 2" w:char="F052"/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 Gives examples of words with the beginning sound requested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A42A87" w:rsidRDefault="00787DE2" w:rsidP="00D44BA9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Dice game: </w:t>
            </w:r>
          </w:p>
          <w:p w:rsidR="00787DE2" w:rsidRDefault="00787DE2" w:rsidP="00D44BA9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“I went to…”</w:t>
            </w:r>
          </w:p>
          <w:p w:rsidR="00482D1F" w:rsidRDefault="00482D1F" w:rsidP="00D44BA9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Introduce predictable chart: Monday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Monday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what did I see?</w:t>
            </w:r>
          </w:p>
          <w:p w:rsidR="00482D1F" w:rsidRDefault="00482D1F" w:rsidP="00D44BA9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82D1F" w:rsidRPr="006178CE" w:rsidRDefault="00F84F8C" w:rsidP="00F84F8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Introduce s</w:t>
            </w:r>
            <w:r w:rsidR="00482D1F">
              <w:rPr>
                <w:rFonts w:asciiTheme="minorHAnsi" w:hAnsiTheme="minorHAnsi" w:cstheme="minorHAnsi"/>
                <w:sz w:val="20"/>
                <w:szCs w:val="20"/>
              </w:rPr>
              <w:t>ound /b/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A42A87" w:rsidRPr="004B48F8" w:rsidRDefault="00A42A87" w:rsidP="00D44BA9">
            <w:pPr>
              <w:rPr>
                <w:rFonts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44BA9" w:rsidRPr="001C6BAF" w:rsidRDefault="001C6BAF" w:rsidP="00D44BA9">
            <w:pPr>
              <w:rPr>
                <w:lang w:val="en-US"/>
              </w:rPr>
            </w:pPr>
            <w:r w:rsidRPr="001C6BAF">
              <w:rPr>
                <w:lang w:val="en-US"/>
              </w:rPr>
              <w:t>Concentric circle</w:t>
            </w:r>
          </w:p>
          <w:p w:rsidR="001C6BAF" w:rsidRPr="001C6BAF" w:rsidRDefault="001C6BAF" w:rsidP="00D44BA9">
            <w:pPr>
              <w:rPr>
                <w:lang w:val="en-US"/>
              </w:rPr>
            </w:pPr>
            <w:r w:rsidRPr="001C6BAF">
              <w:rPr>
                <w:lang w:val="en-US"/>
              </w:rPr>
              <w:t>½ groups 20 min</w:t>
            </w:r>
          </w:p>
          <w:p w:rsidR="00D44BA9" w:rsidRPr="001C6BAF" w:rsidRDefault="00D44BA9" w:rsidP="00D44BA9">
            <w:pPr>
              <w:rPr>
                <w:lang w:val="en-US"/>
              </w:rPr>
            </w:pPr>
            <w:r w:rsidRPr="001C6BAF">
              <w:rPr>
                <w:lang w:val="en-US"/>
              </w:rPr>
              <w:t>who-where-what</w:t>
            </w:r>
          </w:p>
          <w:p w:rsidR="00D44BA9" w:rsidRPr="001C6BAF" w:rsidRDefault="00D44BA9" w:rsidP="00D44BA9">
            <w:pPr>
              <w:jc w:val="center"/>
              <w:rPr>
                <w:lang w:val="en-US"/>
              </w:rPr>
            </w:pPr>
            <w:r w:rsidRPr="001C6BAF">
              <w:rPr>
                <w:lang w:val="en-US"/>
              </w:rPr>
              <w:t>(Recess week)</w:t>
            </w:r>
          </w:p>
          <w:p w:rsidR="001C6BAF" w:rsidRPr="00D44BA9" w:rsidRDefault="001C6BAF" w:rsidP="00D44BA9">
            <w:pPr>
              <w:jc w:val="center"/>
              <w:rPr>
                <w:b/>
                <w:lang w:val="en-US"/>
              </w:rPr>
            </w:pPr>
            <w:r w:rsidRPr="001C6BAF">
              <w:rPr>
                <w:lang w:val="en-US"/>
              </w:rPr>
              <w:t>(Introduce with whom voc.)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42A87" w:rsidRPr="00A42A87" w:rsidRDefault="00A42A87" w:rsidP="00A42A87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240" w:type="dxa"/>
            <w:tcBorders>
              <w:bottom w:val="single" w:sz="4" w:space="0" w:color="auto"/>
            </w:tcBorders>
          </w:tcPr>
          <w:p w:rsidR="00A42A87" w:rsidRPr="005A600A" w:rsidRDefault="00A42A87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42A87" w:rsidRPr="005A600A" w:rsidRDefault="00A42A87">
            <w:pPr>
              <w:rPr>
                <w:lang w:val="en-US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:rsidR="00A42A87" w:rsidRPr="005A600A" w:rsidRDefault="00A42A87" w:rsidP="00536452">
            <w:pPr>
              <w:rPr>
                <w:lang w:val="en-US"/>
              </w:rPr>
            </w:pPr>
          </w:p>
        </w:tc>
      </w:tr>
      <w:tr w:rsidR="00A42A87" w:rsidRPr="00D44BA9" w:rsidTr="00A42A87">
        <w:trPr>
          <w:trHeight w:val="2334"/>
        </w:trPr>
        <w:tc>
          <w:tcPr>
            <w:tcW w:w="1781" w:type="dxa"/>
          </w:tcPr>
          <w:p w:rsidR="00A42A87" w:rsidRPr="00861282" w:rsidRDefault="00567164" w:rsidP="00EE4265">
            <w:pPr>
              <w:pStyle w:val="NoSpacing"/>
              <w:rPr>
                <w:lang w:val="en-US"/>
              </w:rPr>
            </w:pPr>
            <w:r w:rsidRPr="00B24AD9">
              <w:rPr>
                <w:rFonts w:ascii="Calibri" w:hAnsi="Calibri"/>
                <w:color w:val="000000"/>
                <w:sz w:val="20"/>
                <w:szCs w:val="20"/>
              </w:rPr>
              <w:sym w:font="Wingdings 2" w:char="F052"/>
            </w:r>
            <w:r w:rsidRPr="00B24AD9"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  <w:t xml:space="preserve"> </w:t>
            </w:r>
            <w:r w:rsidRPr="00254E3E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>Locate familiar visual texts in magazines, advertising, catalogues and connect them with associated products (phase 1) (codes-unit 1)</w:t>
            </w:r>
          </w:p>
        </w:tc>
        <w:tc>
          <w:tcPr>
            <w:tcW w:w="1588" w:type="dxa"/>
          </w:tcPr>
          <w:p w:rsidR="00A42A87" w:rsidRPr="00861282" w:rsidRDefault="00A42A87" w:rsidP="00D44BA9">
            <w:pPr>
              <w:rPr>
                <w:lang w:val="en-US"/>
              </w:rPr>
            </w:pPr>
          </w:p>
        </w:tc>
        <w:tc>
          <w:tcPr>
            <w:tcW w:w="1588" w:type="dxa"/>
          </w:tcPr>
          <w:p w:rsidR="00A42A87" w:rsidRPr="00AD48C4" w:rsidRDefault="00A42A87" w:rsidP="00D44BA9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A42A87" w:rsidRPr="00AD48C4" w:rsidRDefault="00A42A87" w:rsidP="00D44BA9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A42A87" w:rsidRPr="00AD48C4" w:rsidRDefault="00A42A87" w:rsidP="00A42A87">
            <w:pPr>
              <w:rPr>
                <w:lang w:val="en-US"/>
              </w:rPr>
            </w:pPr>
          </w:p>
        </w:tc>
        <w:tc>
          <w:tcPr>
            <w:tcW w:w="2240" w:type="dxa"/>
          </w:tcPr>
          <w:p w:rsidR="00A42A87" w:rsidRPr="00AD48C4" w:rsidRDefault="00A42A87" w:rsidP="00A42A87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A42A87" w:rsidRPr="00AD48C4" w:rsidRDefault="00A42A87" w:rsidP="00A42A87">
            <w:pPr>
              <w:rPr>
                <w:lang w:val="en-US"/>
              </w:rPr>
            </w:pPr>
          </w:p>
        </w:tc>
        <w:tc>
          <w:tcPr>
            <w:tcW w:w="1517" w:type="dxa"/>
          </w:tcPr>
          <w:p w:rsidR="00A42A87" w:rsidRPr="00AD48C4" w:rsidRDefault="00A42A87" w:rsidP="006F696E">
            <w:pPr>
              <w:rPr>
                <w:lang w:val="en-US"/>
              </w:rPr>
            </w:pPr>
          </w:p>
        </w:tc>
      </w:tr>
      <w:tr w:rsidR="00A42A87" w:rsidRPr="00D44BA9" w:rsidTr="00A42A87">
        <w:trPr>
          <w:trHeight w:val="1272"/>
        </w:trPr>
        <w:tc>
          <w:tcPr>
            <w:tcW w:w="1781" w:type="dxa"/>
          </w:tcPr>
          <w:p w:rsidR="00567164" w:rsidRDefault="00567164" w:rsidP="00567164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</w:pP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lastRenderedPageBreak/>
              <w:sym w:font="Wingdings 2" w:char="F052"/>
            </w:r>
            <w:r w:rsidR="001C6BAF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Identifies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 some parts of the book(title-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author-illustrator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-from front cover- back cover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)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  <w:t>(Phase 1)</w:t>
            </w:r>
          </w:p>
          <w:p w:rsidR="00567164" w:rsidRDefault="00567164" w:rsidP="00567164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</w:pPr>
          </w:p>
          <w:p w:rsidR="00567164" w:rsidRDefault="00567164" w:rsidP="00567164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</w:pPr>
          </w:p>
          <w:p w:rsidR="00567164" w:rsidRPr="00F52B38" w:rsidRDefault="00567164" w:rsidP="0056716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 Responds actively to read aloud situations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(makes predictions)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567164" w:rsidRPr="00B24AD9" w:rsidRDefault="00567164" w:rsidP="00567164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A42A87" w:rsidRPr="00E54AE3" w:rsidRDefault="00567164" w:rsidP="00567164">
            <w:pPr>
              <w:rPr>
                <w:lang w:val="en-US"/>
              </w:rPr>
            </w:pP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 Reads and understands 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high-frequency words. </w:t>
            </w:r>
            <w: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  <w:t>(Phase 1)</w:t>
            </w:r>
          </w:p>
        </w:tc>
        <w:tc>
          <w:tcPr>
            <w:tcW w:w="1588" w:type="dxa"/>
          </w:tcPr>
          <w:p w:rsidR="00A42A87" w:rsidRDefault="00567164" w:rsidP="00D44BA9">
            <w:pPr>
              <w:rPr>
                <w:lang w:val="en-US"/>
              </w:rPr>
            </w:pPr>
            <w:r>
              <w:rPr>
                <w:lang w:val="en-US"/>
              </w:rPr>
              <w:t>Cookies week</w:t>
            </w:r>
          </w:p>
          <w:p w:rsidR="00567164" w:rsidRDefault="00567164" w:rsidP="00D44BA9">
            <w:pPr>
              <w:rPr>
                <w:lang w:val="en-US"/>
              </w:rPr>
            </w:pPr>
            <w:r>
              <w:rPr>
                <w:lang w:val="en-US"/>
              </w:rPr>
              <w:t>Simple reading</w:t>
            </w:r>
            <w:r w:rsidR="00BA107C">
              <w:rPr>
                <w:lang w:val="en-US"/>
              </w:rPr>
              <w:t xml:space="preserve"> and on Monday send homework about children´s daily activities</w:t>
            </w:r>
          </w:p>
          <w:p w:rsidR="00BA107C" w:rsidRDefault="00BA107C" w:rsidP="00D44BA9">
            <w:pPr>
              <w:rPr>
                <w:lang w:val="en-US"/>
              </w:rPr>
            </w:pPr>
            <w:r>
              <w:rPr>
                <w:lang w:val="en-US"/>
              </w:rPr>
              <w:t>“I went to…”</w:t>
            </w:r>
          </w:p>
          <w:p w:rsidR="00567164" w:rsidRPr="00FA53AC" w:rsidRDefault="00567164" w:rsidP="00BA107C">
            <w:pPr>
              <w:rPr>
                <w:lang w:val="en-US"/>
              </w:rPr>
            </w:pPr>
          </w:p>
        </w:tc>
        <w:tc>
          <w:tcPr>
            <w:tcW w:w="1588" w:type="dxa"/>
          </w:tcPr>
          <w:p w:rsidR="00A42A87" w:rsidRDefault="00BC1081" w:rsidP="00D44BA9">
            <w:pPr>
              <w:rPr>
                <w:lang w:val="en-GB"/>
              </w:rPr>
            </w:pPr>
            <w:r>
              <w:rPr>
                <w:lang w:val="en-GB"/>
              </w:rPr>
              <w:t>Complete the chart:</w:t>
            </w:r>
          </w:p>
          <w:p w:rsidR="00BC1081" w:rsidRPr="008132BC" w:rsidRDefault="00BC1081" w:rsidP="00D44BA9">
            <w:pPr>
              <w:rPr>
                <w:lang w:val="en-GB"/>
              </w:rPr>
            </w:pPr>
            <w:r w:rsidRPr="00364DA9">
              <w:rPr>
                <w:i/>
                <w:lang w:val="en-GB"/>
              </w:rPr>
              <w:t>Who-where-what</w:t>
            </w:r>
            <w:r w:rsidR="005F126F">
              <w:rPr>
                <w:lang w:val="en-GB"/>
              </w:rPr>
              <w:t xml:space="preserve"> collecting the whole week activities</w:t>
            </w:r>
            <w:r w:rsidR="00364DA9">
              <w:rPr>
                <w:lang w:val="en-GB"/>
              </w:rPr>
              <w:t xml:space="preserve"> children did</w:t>
            </w:r>
            <w:r w:rsidR="007044BE">
              <w:rPr>
                <w:lang w:val="en-GB"/>
              </w:rPr>
              <w:t>.</w:t>
            </w:r>
          </w:p>
        </w:tc>
        <w:tc>
          <w:tcPr>
            <w:tcW w:w="1842" w:type="dxa"/>
          </w:tcPr>
          <w:p w:rsidR="00A42A87" w:rsidRDefault="00BC1081" w:rsidP="00D44BA9">
            <w:pPr>
              <w:rPr>
                <w:lang w:val="en-GB"/>
              </w:rPr>
            </w:pPr>
            <w:r>
              <w:rPr>
                <w:lang w:val="en-GB"/>
              </w:rPr>
              <w:t xml:space="preserve">Fill out the </w:t>
            </w:r>
            <w:r w:rsidR="00B31A55">
              <w:rPr>
                <w:lang w:val="en-GB"/>
              </w:rPr>
              <w:t xml:space="preserve">weekend </w:t>
            </w:r>
            <w:r>
              <w:rPr>
                <w:lang w:val="en-GB"/>
              </w:rPr>
              <w:t>chart but only on Mondays</w:t>
            </w:r>
          </w:p>
          <w:p w:rsidR="001C6BAF" w:rsidRDefault="001C6BAF" w:rsidP="00D44BA9">
            <w:pPr>
              <w:rPr>
                <w:lang w:val="en-GB"/>
              </w:rPr>
            </w:pPr>
          </w:p>
          <w:p w:rsidR="001C6BAF" w:rsidRDefault="001C6BAF" w:rsidP="00D44BA9">
            <w:pPr>
              <w:rPr>
                <w:lang w:val="en-GB"/>
              </w:rPr>
            </w:pPr>
          </w:p>
          <w:p w:rsidR="001C6BAF" w:rsidRDefault="001C6BAF" w:rsidP="00D44BA9">
            <w:pPr>
              <w:rPr>
                <w:lang w:val="en-GB"/>
              </w:rPr>
            </w:pPr>
          </w:p>
          <w:p w:rsidR="001C6BAF" w:rsidRDefault="001C6BAF" w:rsidP="00D44BA9">
            <w:pPr>
              <w:rPr>
                <w:lang w:val="en-GB"/>
              </w:rPr>
            </w:pPr>
          </w:p>
          <w:p w:rsidR="001C6BAF" w:rsidRDefault="001C6BAF" w:rsidP="00D44BA9">
            <w:pPr>
              <w:rPr>
                <w:lang w:val="en-GB"/>
              </w:rPr>
            </w:pPr>
          </w:p>
          <w:p w:rsidR="001C6BAF" w:rsidRDefault="001C6BAF" w:rsidP="00D44BA9">
            <w:pPr>
              <w:rPr>
                <w:lang w:val="en-GB"/>
              </w:rPr>
            </w:pPr>
          </w:p>
          <w:p w:rsidR="001C6BAF" w:rsidRDefault="001C6BAF" w:rsidP="00D44BA9">
            <w:pPr>
              <w:rPr>
                <w:lang w:val="en-GB"/>
              </w:rPr>
            </w:pPr>
          </w:p>
          <w:p w:rsidR="001C6BAF" w:rsidRDefault="001C6BAF" w:rsidP="00D44BA9">
            <w:pPr>
              <w:rPr>
                <w:lang w:val="en-GB"/>
              </w:rPr>
            </w:pPr>
          </w:p>
          <w:p w:rsidR="001C6BAF" w:rsidRDefault="001C6BAF" w:rsidP="00D44BA9">
            <w:pPr>
              <w:rPr>
                <w:lang w:val="en-GB"/>
              </w:rPr>
            </w:pPr>
          </w:p>
          <w:p w:rsidR="001C6BAF" w:rsidRDefault="001C6BAF" w:rsidP="00D44BA9">
            <w:pPr>
              <w:rPr>
                <w:lang w:val="en-GB"/>
              </w:rPr>
            </w:pPr>
            <w:r>
              <w:rPr>
                <w:lang w:val="en-GB"/>
              </w:rPr>
              <w:t xml:space="preserve">Differentiated reading </w:t>
            </w:r>
          </w:p>
          <w:p w:rsidR="001C6BAF" w:rsidRPr="00433C4B" w:rsidRDefault="001C6BAF" w:rsidP="00D44BA9">
            <w:pPr>
              <w:rPr>
                <w:lang w:val="en-GB"/>
              </w:rPr>
            </w:pPr>
            <w:r>
              <w:rPr>
                <w:lang w:val="en-GB"/>
              </w:rPr>
              <w:t>Fabio</w:t>
            </w:r>
          </w:p>
        </w:tc>
        <w:tc>
          <w:tcPr>
            <w:tcW w:w="1842" w:type="dxa"/>
          </w:tcPr>
          <w:p w:rsidR="00A42A87" w:rsidRPr="008132BC" w:rsidRDefault="00A42A87">
            <w:pPr>
              <w:rPr>
                <w:lang w:val="en-GB"/>
              </w:rPr>
            </w:pPr>
          </w:p>
        </w:tc>
        <w:tc>
          <w:tcPr>
            <w:tcW w:w="2240" w:type="dxa"/>
          </w:tcPr>
          <w:p w:rsidR="00A42A87" w:rsidRPr="00FA53AC" w:rsidRDefault="00A42A87" w:rsidP="00536452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A42A87" w:rsidRPr="00FA53AC" w:rsidRDefault="00A42A87">
            <w:pPr>
              <w:rPr>
                <w:lang w:val="en-US"/>
              </w:rPr>
            </w:pPr>
          </w:p>
        </w:tc>
        <w:tc>
          <w:tcPr>
            <w:tcW w:w="1517" w:type="dxa"/>
          </w:tcPr>
          <w:p w:rsidR="00A42A87" w:rsidRPr="00FA53AC" w:rsidRDefault="00A42A87" w:rsidP="006F696E">
            <w:pPr>
              <w:rPr>
                <w:lang w:val="en-US"/>
              </w:rPr>
            </w:pPr>
          </w:p>
        </w:tc>
      </w:tr>
      <w:tr w:rsidR="00A42A87" w:rsidRPr="00D44BA9" w:rsidTr="00A42A87">
        <w:trPr>
          <w:trHeight w:val="1272"/>
        </w:trPr>
        <w:tc>
          <w:tcPr>
            <w:tcW w:w="1781" w:type="dxa"/>
          </w:tcPr>
          <w:p w:rsidR="00567164" w:rsidRDefault="00567164" w:rsidP="00567164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</w:pP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>”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Writes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”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 assigning meaning to messages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.     </w:t>
            </w:r>
            <w: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  <w:t xml:space="preserve">(Phase 1) (My Weekend: who, where and what) </w:t>
            </w:r>
          </w:p>
          <w:p w:rsidR="00A42A87" w:rsidRPr="00B24AD9" w:rsidRDefault="00A42A87" w:rsidP="00D536B9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</w:tcPr>
          <w:p w:rsidR="00A42A87" w:rsidRPr="00FA53AC" w:rsidRDefault="00A42A87" w:rsidP="00D44BA9">
            <w:pPr>
              <w:rPr>
                <w:lang w:val="en-US"/>
              </w:rPr>
            </w:pPr>
          </w:p>
        </w:tc>
        <w:tc>
          <w:tcPr>
            <w:tcW w:w="1588" w:type="dxa"/>
          </w:tcPr>
          <w:p w:rsidR="00A42A87" w:rsidRDefault="00A42A87" w:rsidP="00D44BA9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A42A87" w:rsidRPr="00D536B9" w:rsidRDefault="00A42A87" w:rsidP="00D44BA9">
            <w:pPr>
              <w:rPr>
                <w:lang w:val="en-GB"/>
              </w:rPr>
            </w:pPr>
          </w:p>
        </w:tc>
        <w:tc>
          <w:tcPr>
            <w:tcW w:w="1842" w:type="dxa"/>
          </w:tcPr>
          <w:p w:rsidR="00A42A87" w:rsidRPr="00D536B9" w:rsidRDefault="00A42A87" w:rsidP="00D536B9">
            <w:pPr>
              <w:rPr>
                <w:lang w:val="en-GB"/>
              </w:rPr>
            </w:pPr>
          </w:p>
        </w:tc>
        <w:tc>
          <w:tcPr>
            <w:tcW w:w="2240" w:type="dxa"/>
          </w:tcPr>
          <w:p w:rsidR="00A42A87" w:rsidRPr="00FA53AC" w:rsidRDefault="00A42A87" w:rsidP="00536452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A42A87" w:rsidRPr="00FA53AC" w:rsidRDefault="00A42A87">
            <w:pPr>
              <w:rPr>
                <w:lang w:val="en-US"/>
              </w:rPr>
            </w:pPr>
          </w:p>
        </w:tc>
        <w:tc>
          <w:tcPr>
            <w:tcW w:w="1517" w:type="dxa"/>
          </w:tcPr>
          <w:p w:rsidR="00A42A87" w:rsidRPr="00FA53AC" w:rsidRDefault="00A42A87" w:rsidP="006F696E">
            <w:pPr>
              <w:rPr>
                <w:lang w:val="en-US"/>
              </w:rPr>
            </w:pPr>
          </w:p>
        </w:tc>
      </w:tr>
      <w:tr w:rsidR="00A42A87" w:rsidRPr="00D44BA9" w:rsidTr="00A42A87">
        <w:trPr>
          <w:trHeight w:val="1272"/>
        </w:trPr>
        <w:tc>
          <w:tcPr>
            <w:tcW w:w="1781" w:type="dxa"/>
          </w:tcPr>
          <w:p w:rsidR="00A42A87" w:rsidRPr="00D536B9" w:rsidRDefault="00A42A87" w:rsidP="001164CE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</w:tcPr>
          <w:p w:rsidR="00A42A87" w:rsidRDefault="00A42A87" w:rsidP="00D44BA9">
            <w:pPr>
              <w:rPr>
                <w:lang w:val="en-US"/>
              </w:rPr>
            </w:pPr>
          </w:p>
        </w:tc>
        <w:tc>
          <w:tcPr>
            <w:tcW w:w="1588" w:type="dxa"/>
          </w:tcPr>
          <w:p w:rsidR="00A42A87" w:rsidRDefault="00A42A87" w:rsidP="00536452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A42A87" w:rsidRPr="00FA53AC" w:rsidRDefault="00A42A87" w:rsidP="00D44BA9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A42A87" w:rsidRPr="008132BC" w:rsidRDefault="00A42A87" w:rsidP="00EE4265">
            <w:pPr>
              <w:rPr>
                <w:lang w:val="en-GB"/>
              </w:rPr>
            </w:pPr>
          </w:p>
        </w:tc>
        <w:tc>
          <w:tcPr>
            <w:tcW w:w="2240" w:type="dxa"/>
          </w:tcPr>
          <w:p w:rsidR="00A42A87" w:rsidRPr="00FA53AC" w:rsidRDefault="00A42A87" w:rsidP="00A42A87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A42A87" w:rsidRPr="00FA53AC" w:rsidRDefault="00A42A87" w:rsidP="00A42A87">
            <w:pPr>
              <w:rPr>
                <w:lang w:val="en-US"/>
              </w:rPr>
            </w:pPr>
          </w:p>
        </w:tc>
        <w:tc>
          <w:tcPr>
            <w:tcW w:w="1517" w:type="dxa"/>
          </w:tcPr>
          <w:p w:rsidR="00A42A87" w:rsidRPr="00FA53AC" w:rsidRDefault="00A42A87" w:rsidP="006F696E">
            <w:pPr>
              <w:rPr>
                <w:lang w:val="en-US"/>
              </w:rPr>
            </w:pP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A098F"/>
    <w:multiLevelType w:val="hybridMultilevel"/>
    <w:tmpl w:val="2898B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CF50CA"/>
    <w:multiLevelType w:val="hybridMultilevel"/>
    <w:tmpl w:val="9DF8C0C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63C60"/>
    <w:multiLevelType w:val="hybridMultilevel"/>
    <w:tmpl w:val="8CCE276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A0501"/>
    <w:multiLevelType w:val="hybridMultilevel"/>
    <w:tmpl w:val="68E0C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712221"/>
    <w:multiLevelType w:val="hybridMultilevel"/>
    <w:tmpl w:val="EC46F522"/>
    <w:lvl w:ilvl="0" w:tplc="AEA4675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635" w:hanging="360"/>
      </w:pPr>
    </w:lvl>
    <w:lvl w:ilvl="2" w:tplc="240A001B" w:tentative="1">
      <w:start w:val="1"/>
      <w:numFmt w:val="lowerRoman"/>
      <w:lvlText w:val="%3."/>
      <w:lvlJc w:val="right"/>
      <w:pPr>
        <w:ind w:left="2355" w:hanging="180"/>
      </w:pPr>
    </w:lvl>
    <w:lvl w:ilvl="3" w:tplc="240A000F" w:tentative="1">
      <w:start w:val="1"/>
      <w:numFmt w:val="decimal"/>
      <w:lvlText w:val="%4."/>
      <w:lvlJc w:val="left"/>
      <w:pPr>
        <w:ind w:left="3075" w:hanging="360"/>
      </w:pPr>
    </w:lvl>
    <w:lvl w:ilvl="4" w:tplc="240A0019" w:tentative="1">
      <w:start w:val="1"/>
      <w:numFmt w:val="lowerLetter"/>
      <w:lvlText w:val="%5."/>
      <w:lvlJc w:val="left"/>
      <w:pPr>
        <w:ind w:left="3795" w:hanging="360"/>
      </w:pPr>
    </w:lvl>
    <w:lvl w:ilvl="5" w:tplc="240A001B" w:tentative="1">
      <w:start w:val="1"/>
      <w:numFmt w:val="lowerRoman"/>
      <w:lvlText w:val="%6."/>
      <w:lvlJc w:val="right"/>
      <w:pPr>
        <w:ind w:left="4515" w:hanging="180"/>
      </w:pPr>
    </w:lvl>
    <w:lvl w:ilvl="6" w:tplc="240A000F" w:tentative="1">
      <w:start w:val="1"/>
      <w:numFmt w:val="decimal"/>
      <w:lvlText w:val="%7."/>
      <w:lvlJc w:val="left"/>
      <w:pPr>
        <w:ind w:left="5235" w:hanging="360"/>
      </w:pPr>
    </w:lvl>
    <w:lvl w:ilvl="7" w:tplc="240A0019" w:tentative="1">
      <w:start w:val="1"/>
      <w:numFmt w:val="lowerLetter"/>
      <w:lvlText w:val="%8."/>
      <w:lvlJc w:val="left"/>
      <w:pPr>
        <w:ind w:left="5955" w:hanging="360"/>
      </w:pPr>
    </w:lvl>
    <w:lvl w:ilvl="8" w:tplc="24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5B4125C8"/>
    <w:multiLevelType w:val="hybridMultilevel"/>
    <w:tmpl w:val="ECAE7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28963F4"/>
    <w:multiLevelType w:val="hybridMultilevel"/>
    <w:tmpl w:val="C91EFD6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322696"/>
    <w:multiLevelType w:val="hybridMultilevel"/>
    <w:tmpl w:val="8C8EC6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282"/>
    <w:rsid w:val="0000483C"/>
    <w:rsid w:val="0003246F"/>
    <w:rsid w:val="000923D9"/>
    <w:rsid w:val="000C10CF"/>
    <w:rsid w:val="001164CE"/>
    <w:rsid w:val="0014345D"/>
    <w:rsid w:val="001B652C"/>
    <w:rsid w:val="001B7874"/>
    <w:rsid w:val="001C243C"/>
    <w:rsid w:val="001C32BE"/>
    <w:rsid w:val="001C6BAF"/>
    <w:rsid w:val="001F691C"/>
    <w:rsid w:val="0020149A"/>
    <w:rsid w:val="002305DB"/>
    <w:rsid w:val="00245788"/>
    <w:rsid w:val="00264492"/>
    <w:rsid w:val="00264B1B"/>
    <w:rsid w:val="002825A2"/>
    <w:rsid w:val="002E46D7"/>
    <w:rsid w:val="002F1B32"/>
    <w:rsid w:val="00317904"/>
    <w:rsid w:val="003235A0"/>
    <w:rsid w:val="003313B2"/>
    <w:rsid w:val="00344720"/>
    <w:rsid w:val="0035054A"/>
    <w:rsid w:val="00350A8D"/>
    <w:rsid w:val="00355AF1"/>
    <w:rsid w:val="003618D7"/>
    <w:rsid w:val="00364DA9"/>
    <w:rsid w:val="0038020B"/>
    <w:rsid w:val="003956E8"/>
    <w:rsid w:val="00433C4B"/>
    <w:rsid w:val="0044180B"/>
    <w:rsid w:val="0044297C"/>
    <w:rsid w:val="0045346E"/>
    <w:rsid w:val="00482D1F"/>
    <w:rsid w:val="004B48F8"/>
    <w:rsid w:val="004D306F"/>
    <w:rsid w:val="004F5538"/>
    <w:rsid w:val="00536452"/>
    <w:rsid w:val="005509B4"/>
    <w:rsid w:val="00567164"/>
    <w:rsid w:val="005711A4"/>
    <w:rsid w:val="005738F7"/>
    <w:rsid w:val="005A600A"/>
    <w:rsid w:val="005F126F"/>
    <w:rsid w:val="00615745"/>
    <w:rsid w:val="006178CE"/>
    <w:rsid w:val="006324A2"/>
    <w:rsid w:val="006664D5"/>
    <w:rsid w:val="00682766"/>
    <w:rsid w:val="00695040"/>
    <w:rsid w:val="006A1842"/>
    <w:rsid w:val="006F2DB8"/>
    <w:rsid w:val="006F696E"/>
    <w:rsid w:val="007044BE"/>
    <w:rsid w:val="00726FEB"/>
    <w:rsid w:val="007432E0"/>
    <w:rsid w:val="00785B55"/>
    <w:rsid w:val="00787DE2"/>
    <w:rsid w:val="007E3654"/>
    <w:rsid w:val="00806C01"/>
    <w:rsid w:val="0081077E"/>
    <w:rsid w:val="008132BC"/>
    <w:rsid w:val="00843566"/>
    <w:rsid w:val="0085391E"/>
    <w:rsid w:val="00861282"/>
    <w:rsid w:val="00870DF1"/>
    <w:rsid w:val="00896A3C"/>
    <w:rsid w:val="008A7D0B"/>
    <w:rsid w:val="008C24AB"/>
    <w:rsid w:val="008D2F53"/>
    <w:rsid w:val="00906CA2"/>
    <w:rsid w:val="009078F1"/>
    <w:rsid w:val="0097367D"/>
    <w:rsid w:val="00975492"/>
    <w:rsid w:val="00993DC1"/>
    <w:rsid w:val="009D55ED"/>
    <w:rsid w:val="009F0181"/>
    <w:rsid w:val="00A14C1C"/>
    <w:rsid w:val="00A27465"/>
    <w:rsid w:val="00A352BF"/>
    <w:rsid w:val="00A422EC"/>
    <w:rsid w:val="00A42A87"/>
    <w:rsid w:val="00A47530"/>
    <w:rsid w:val="00A502B5"/>
    <w:rsid w:val="00A70323"/>
    <w:rsid w:val="00AB62C6"/>
    <w:rsid w:val="00AD48C4"/>
    <w:rsid w:val="00AE4D95"/>
    <w:rsid w:val="00B227C3"/>
    <w:rsid w:val="00B31A55"/>
    <w:rsid w:val="00B34852"/>
    <w:rsid w:val="00B37407"/>
    <w:rsid w:val="00B453BB"/>
    <w:rsid w:val="00B81719"/>
    <w:rsid w:val="00BA107C"/>
    <w:rsid w:val="00BC1081"/>
    <w:rsid w:val="00C32341"/>
    <w:rsid w:val="00C331DD"/>
    <w:rsid w:val="00C464FC"/>
    <w:rsid w:val="00C554C1"/>
    <w:rsid w:val="00CD156A"/>
    <w:rsid w:val="00CE1AB7"/>
    <w:rsid w:val="00D44BA9"/>
    <w:rsid w:val="00D536B9"/>
    <w:rsid w:val="00E01EE4"/>
    <w:rsid w:val="00E20E5B"/>
    <w:rsid w:val="00E25D32"/>
    <w:rsid w:val="00E54AE3"/>
    <w:rsid w:val="00E6457B"/>
    <w:rsid w:val="00E82DED"/>
    <w:rsid w:val="00EE4265"/>
    <w:rsid w:val="00F046FC"/>
    <w:rsid w:val="00F05C6E"/>
    <w:rsid w:val="00F20AA3"/>
    <w:rsid w:val="00F24489"/>
    <w:rsid w:val="00F32345"/>
    <w:rsid w:val="00F84F8C"/>
    <w:rsid w:val="00F94A5D"/>
    <w:rsid w:val="00FA0AD4"/>
    <w:rsid w:val="00FA2415"/>
    <w:rsid w:val="00FA53AC"/>
    <w:rsid w:val="00FB1C37"/>
    <w:rsid w:val="00FD14E5"/>
    <w:rsid w:val="00FE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A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56716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es-ES"/>
    </w:rPr>
  </w:style>
  <w:style w:type="character" w:customStyle="1" w:styleId="HeaderChar">
    <w:name w:val="Header Char"/>
    <w:basedOn w:val="DefaultParagraphFont"/>
    <w:link w:val="Header"/>
    <w:rsid w:val="00567164"/>
    <w:rPr>
      <w:rFonts w:ascii="Times New Roman" w:eastAsia="Times New Roman" w:hAnsi="Times New Roman" w:cs="Times New Roman"/>
      <w:sz w:val="24"/>
      <w:szCs w:val="24"/>
      <w:lang w:val="x-none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A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56716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es-ES"/>
    </w:rPr>
  </w:style>
  <w:style w:type="character" w:customStyle="1" w:styleId="HeaderChar">
    <w:name w:val="Header Char"/>
    <w:basedOn w:val="DefaultParagraphFont"/>
    <w:link w:val="Header"/>
    <w:rsid w:val="00567164"/>
    <w:rPr>
      <w:rFonts w:ascii="Times New Roman" w:eastAsia="Times New Roman" w:hAnsi="Times New Roman" w:cs="Times New Roman"/>
      <w:sz w:val="24"/>
      <w:szCs w:val="24"/>
      <w:lang w:val="x-none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adri&#241;an\Desktop\Spread%20sheet%20%20L2%20nov%20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59027-BBEB-428E-BDA8-F98165589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Spread sheet  L2 nov 2012</Template>
  <TotalTime>1</TotalTime>
  <Pages>2</Pages>
  <Words>241</Words>
  <Characters>1328</Characters>
  <Application>Microsoft Office Word</Application>
  <DocSecurity>4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Madriñan</dc:creator>
  <cp:lastModifiedBy>Claudia Madriñan</cp:lastModifiedBy>
  <cp:revision>2</cp:revision>
  <cp:lastPrinted>2012-11-15T19:02:00Z</cp:lastPrinted>
  <dcterms:created xsi:type="dcterms:W3CDTF">2013-10-02T18:05:00Z</dcterms:created>
  <dcterms:modified xsi:type="dcterms:W3CDTF">2013-10-02T18:05:00Z</dcterms:modified>
</cp:coreProperties>
</file>